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1492">
        <w:rPr>
          <w:rFonts w:ascii="Arial" w:hAnsi="Arial" w:cs="Arial"/>
          <w:b/>
          <w:caps/>
          <w:sz w:val="28"/>
          <w:szCs w:val="28"/>
        </w:rPr>
        <w:t>132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0149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01492">
              <w:rPr>
                <w:rFonts w:ascii="Arial" w:hAnsi="Arial" w:cs="Arial"/>
                <w:sz w:val="20"/>
                <w:szCs w:val="20"/>
              </w:rPr>
              <w:t>Congratula o Evangelista Edinei Pinto dos Santos, Dirigente da Congregação do Parque dos Sinos, filiada à Igreja Evangélica Assembleia de Deus Ministério de Madureira de Jacareí, pelo transcurso do seu aniversário, comemorado no dia 02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601492">
        <w:rPr>
          <w:rFonts w:ascii="Arial" w:hAnsi="Arial" w:cs="Arial"/>
        </w:rPr>
        <w:t xml:space="preserve">e menção de mérito </w:t>
      </w:r>
      <w:r w:rsidR="00601492">
        <w:rPr>
          <w:rFonts w:ascii="Arial" w:hAnsi="Arial" w:cs="Arial"/>
        </w:rPr>
        <w:t>a</w:t>
      </w:r>
      <w:r w:rsidR="00601492" w:rsidRPr="00601492">
        <w:rPr>
          <w:rFonts w:ascii="Arial" w:hAnsi="Arial" w:cs="Arial"/>
        </w:rPr>
        <w:t>o Evangelista Edinei Pinto dos Santos, Dirigente da Congregação do Parque dos Sinos, filiada à Igreja Evangélica Assembleia de Deus Ministério de Madureira de Jacareí, pelo transcurso do seu aniversário, comemorado no dia 02 de abril.</w:t>
      </w:r>
    </w:p>
    <w:p w:rsidR="00601492" w:rsidRDefault="0060149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1492">
        <w:rPr>
          <w:rFonts w:ascii="Arial" w:hAnsi="Arial" w:cs="Arial"/>
        </w:rPr>
        <w:t>Nesta oportunidade, então, consignamos os nossos mais sinceros cumprimentos ao Evangelista Edinei Pinto dos Santos.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bookmarkStart w:id="0" w:name="_GoBack"/>
      <w:bookmarkEnd w:id="0"/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01492">
        <w:rPr>
          <w:rFonts w:ascii="Arial" w:hAnsi="Arial" w:cs="Arial"/>
        </w:rPr>
        <w:t xml:space="preserve">4 de abril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1492" w:rsidRDefault="00601492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1492" w:rsidRPr="00A34F2C" w:rsidRDefault="00601492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01492" w:rsidRPr="00A53190" w:rsidRDefault="00601492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601492" w:rsidRPr="00A53190" w:rsidRDefault="00601492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610" w:rsidRDefault="00221610">
      <w:r>
        <w:separator/>
      </w:r>
    </w:p>
  </w:endnote>
  <w:endnote w:type="continuationSeparator" w:id="0">
    <w:p w:rsidR="00221610" w:rsidRDefault="0022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610" w:rsidRDefault="00221610">
      <w:r>
        <w:separator/>
      </w:r>
    </w:p>
  </w:footnote>
  <w:footnote w:type="continuationSeparator" w:id="0">
    <w:p w:rsidR="00221610" w:rsidRDefault="00221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21610"/>
    <w:rsid w:val="00230859"/>
    <w:rsid w:val="00253C82"/>
    <w:rsid w:val="002712EE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492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6A87F-3BEE-4AB8-A697-1CDF36D5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2018-04-02T11:33:00Z</dcterms:created>
  <dcterms:modified xsi:type="dcterms:W3CDTF">2018-04-02T11:37:00Z</dcterms:modified>
</cp:coreProperties>
</file>